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52F09FAC" w:rsidR="007C2FEE" w:rsidRPr="004440E9" w:rsidRDefault="006D1201" w:rsidP="007C2FEE">
      <w:pPr>
        <w:pStyle w:val="Head"/>
      </w:pPr>
      <w:r w:rsidRPr="004440E9">
        <w:t>Wirtgen</w:t>
      </w:r>
      <w:r w:rsidR="00C232C2" w:rsidRPr="004440E9">
        <w:t xml:space="preserve"> │ </w:t>
      </w:r>
      <w:r w:rsidR="003D4D79" w:rsidRPr="004440E9">
        <w:t>Zügige</w:t>
      </w:r>
      <w:r w:rsidRPr="004440E9">
        <w:t xml:space="preserve"> Landstraßen-Sanierung auf Sizilien – Großfräse W 210 </w:t>
      </w:r>
      <w:proofErr w:type="spellStart"/>
      <w:r w:rsidRPr="004440E9">
        <w:t>Fi</w:t>
      </w:r>
      <w:proofErr w:type="spellEnd"/>
      <w:r w:rsidRPr="004440E9">
        <w:t xml:space="preserve"> </w:t>
      </w:r>
      <w:r w:rsidR="007B2CD6" w:rsidRPr="004440E9">
        <w:t xml:space="preserve">arbeitet auch </w:t>
      </w:r>
      <w:r w:rsidR="00344065" w:rsidRPr="004440E9">
        <w:t>auf engem Terrain</w:t>
      </w:r>
      <w:r w:rsidR="007C2FEE" w:rsidRPr="004440E9">
        <w:t xml:space="preserve"> </w:t>
      </w:r>
    </w:p>
    <w:p w14:paraId="34A89D42" w14:textId="02233A34" w:rsidR="007C2FEE" w:rsidRPr="004440E9" w:rsidRDefault="006D1201" w:rsidP="007C2FEE">
      <w:pPr>
        <w:pStyle w:val="Subhead"/>
      </w:pPr>
      <w:r w:rsidRPr="004440E9">
        <w:t>Mill Assist und Automatikfunktionen sorgen für zügige Umsetzung der Arbeiten</w:t>
      </w:r>
    </w:p>
    <w:p w14:paraId="43A5AB78" w14:textId="12480D90" w:rsidR="007C2FEE" w:rsidRPr="004440E9" w:rsidRDefault="006D1201" w:rsidP="007C2FEE">
      <w:pPr>
        <w:pStyle w:val="Teaser"/>
      </w:pPr>
      <w:r w:rsidRPr="004440E9">
        <w:t>Die Landschaft ist malerisch</w:t>
      </w:r>
      <w:r w:rsidR="00533286" w:rsidRPr="004440E9">
        <w:t xml:space="preserve">, </w:t>
      </w:r>
      <w:r w:rsidRPr="004440E9">
        <w:t xml:space="preserve">das hügelige Gelände von engen Kurven durchzogen. Doch sobald die Straßen saniert werden müssen, </w:t>
      </w:r>
      <w:r w:rsidR="00A02DD3" w:rsidRPr="004440E9">
        <w:t>hält</w:t>
      </w:r>
      <w:r w:rsidRPr="004440E9">
        <w:t xml:space="preserve"> die Traumkulisse</w:t>
      </w:r>
      <w:r w:rsidR="00A02DD3" w:rsidRPr="004440E9">
        <w:t xml:space="preserve"> </w:t>
      </w:r>
      <w:r w:rsidR="00533286" w:rsidRPr="004440E9">
        <w:t xml:space="preserve">auf Sizilien </w:t>
      </w:r>
      <w:r w:rsidR="00A02DD3" w:rsidRPr="004440E9">
        <w:t>die eine oder andere</w:t>
      </w:r>
      <w:r w:rsidRPr="004440E9">
        <w:t xml:space="preserve"> Herausforderung</w:t>
      </w:r>
      <w:r w:rsidR="00A02DD3" w:rsidRPr="004440E9">
        <w:t xml:space="preserve"> bereit.</w:t>
      </w:r>
      <w:r w:rsidRPr="004440E9">
        <w:t xml:space="preserve"> Baustellenlogistik und Maschinenauswahl </w:t>
      </w:r>
      <w:r w:rsidR="00A02DD3" w:rsidRPr="004440E9">
        <w:t xml:space="preserve">müssen </w:t>
      </w:r>
      <w:r w:rsidRPr="004440E9">
        <w:t xml:space="preserve">mit Augenmaß geplant werden, </w:t>
      </w:r>
      <w:r w:rsidR="00A02DD3" w:rsidRPr="004440E9">
        <w:t>damit</w:t>
      </w:r>
      <w:r w:rsidRPr="004440E9">
        <w:t xml:space="preserve"> de</w:t>
      </w:r>
      <w:r w:rsidR="00A02DD3" w:rsidRPr="004440E9">
        <w:t>r</w:t>
      </w:r>
      <w:r w:rsidRPr="004440E9">
        <w:t xml:space="preserve"> Verkehr</w:t>
      </w:r>
      <w:r w:rsidR="00A02DD3" w:rsidRPr="004440E9">
        <w:t>sfluss aufrecht zu halten ist</w:t>
      </w:r>
      <w:r w:rsidRPr="004440E9">
        <w:t xml:space="preserve">. </w:t>
      </w:r>
      <w:r w:rsidR="00A02DD3" w:rsidRPr="004440E9">
        <w:t>D</w:t>
      </w:r>
      <w:r w:rsidRPr="004440E9">
        <w:t xml:space="preserve">as bauausführende Unternehmen entschied sich für </w:t>
      </w:r>
      <w:r w:rsidR="00A02DD3" w:rsidRPr="004440E9">
        <w:t>die</w:t>
      </w:r>
      <w:r w:rsidRPr="004440E9">
        <w:t xml:space="preserve"> Großfräse W 210 </w:t>
      </w:r>
      <w:proofErr w:type="spellStart"/>
      <w:r w:rsidRPr="004440E9">
        <w:t>Fi</w:t>
      </w:r>
      <w:proofErr w:type="spellEnd"/>
      <w:r w:rsidRPr="004440E9">
        <w:t>, um die gesamte Fahrbahn in zwei bis dre</w:t>
      </w:r>
      <w:r w:rsidR="00A02DD3" w:rsidRPr="004440E9">
        <w:t>i</w:t>
      </w:r>
      <w:r w:rsidRPr="004440E9">
        <w:t xml:space="preserve"> Frässpuren abfräsen zu können.</w:t>
      </w:r>
    </w:p>
    <w:p w14:paraId="074FF9E2" w14:textId="713D1278" w:rsidR="007C2FEE" w:rsidRPr="004440E9" w:rsidRDefault="006D1201" w:rsidP="007C2FEE">
      <w:pPr>
        <w:pStyle w:val="Standardabsatz"/>
      </w:pPr>
      <w:r w:rsidRPr="004440E9">
        <w:t xml:space="preserve">Die einzelnen Bauabschnitte waren zwischen 50 und 500 m lang. Eine Fräse wird bei Sanierungsmaßnahmen dieser Art mehrfach am Tag umgesetzt und fährt die Wege zwischen den Bauabschnitten zum Teil auf eigener Achse. Der große Vorteil der neuen F-Serien Technik: Auch auf kurzen Abschnitten liefert die Maschine mit dem ersten Schnitt das gewünschte </w:t>
      </w:r>
      <w:proofErr w:type="spellStart"/>
      <w:r w:rsidRPr="004440E9">
        <w:t>Fräsbild</w:t>
      </w:r>
      <w:proofErr w:type="spellEnd"/>
      <w:r w:rsidR="007C2FEE" w:rsidRPr="004440E9">
        <w:t xml:space="preserve">. </w:t>
      </w:r>
    </w:p>
    <w:p w14:paraId="22320BAD" w14:textId="44E72FE1" w:rsidR="007C2FEE" w:rsidRPr="004440E9" w:rsidRDefault="00533286" w:rsidP="00BC1961">
      <w:pPr>
        <w:pStyle w:val="Absatzberschrift"/>
      </w:pPr>
      <w:r w:rsidRPr="004440E9">
        <w:t xml:space="preserve">Beständige Fräsqualität </w:t>
      </w:r>
    </w:p>
    <w:p w14:paraId="74F6A4A4" w14:textId="1B08D813" w:rsidR="007C2FEE" w:rsidRPr="004440E9" w:rsidRDefault="006D1201" w:rsidP="007C2FEE">
      <w:pPr>
        <w:pStyle w:val="Standardabsatz"/>
      </w:pPr>
      <w:r w:rsidRPr="004440E9">
        <w:t xml:space="preserve">„Ich arbeite schon lange mit Wirtgen Maschinen, auch mit Fräsen in dieser Größe. Ich muss sagen, die Neuerungen in der F-Serie haben mich wirklich beeindruckt“, sagt Roberto </w:t>
      </w:r>
      <w:proofErr w:type="spellStart"/>
      <w:r w:rsidRPr="004440E9">
        <w:t>Prainito</w:t>
      </w:r>
      <w:proofErr w:type="spellEnd"/>
      <w:r w:rsidRPr="004440E9">
        <w:t xml:space="preserve">, Inhaber des Bauunternehmens </w:t>
      </w:r>
      <w:proofErr w:type="spellStart"/>
      <w:r w:rsidRPr="004440E9">
        <w:t>Sicilstrade</w:t>
      </w:r>
      <w:proofErr w:type="spellEnd"/>
      <w:r w:rsidRPr="004440E9">
        <w:t xml:space="preserve">. Das Assistenzsystem Mill Assist überwacht die Fräsqualität und stellt ab dem ersten Meter im Schnitt eine optimale Oberfläche her. Das Ergebnis ist in jedem Bauabschnitt, unabhängig ob 50 m lang bei 3 cm Frästiefe oder 500 m bei 5 cm Frästiefe, immer gleich. Der Fahrer kann sich dabei vollständig auf die Verladung und das Einhalten der </w:t>
      </w:r>
      <w:proofErr w:type="spellStart"/>
      <w:r w:rsidRPr="004440E9">
        <w:t>Frässpur</w:t>
      </w:r>
      <w:proofErr w:type="spellEnd"/>
      <w:r w:rsidRPr="004440E9">
        <w:t xml:space="preserve"> konzentrieren. So ließen sich die einzelnen Abschnitte schnell fräsen und mehr Abschnitte pro Tag erledigen</w:t>
      </w:r>
      <w:r w:rsidR="007C2FEE" w:rsidRPr="004440E9">
        <w:t xml:space="preserve">. </w:t>
      </w:r>
    </w:p>
    <w:p w14:paraId="528C4A5A" w14:textId="7C3C6CFF" w:rsidR="007C2FEE" w:rsidRPr="004440E9" w:rsidRDefault="006D1201" w:rsidP="007C2FEE">
      <w:pPr>
        <w:pStyle w:val="Standardabsatz"/>
      </w:pPr>
      <w:r w:rsidRPr="004440E9">
        <w:t xml:space="preserve">Durch die hohe Wendigkeit der Maschine </w:t>
      </w:r>
      <w:r w:rsidR="00533286" w:rsidRPr="004440E9">
        <w:t>und die große</w:t>
      </w:r>
      <w:r w:rsidRPr="004440E9">
        <w:t xml:space="preserve"> Verladekapazität und -</w:t>
      </w:r>
      <w:r w:rsidR="00533286" w:rsidRPr="004440E9">
        <w:t>f</w:t>
      </w:r>
      <w:r w:rsidRPr="004440E9">
        <w:t xml:space="preserve">lexibilität war der Einsatz auch auf den kurvigen Straßen kein Problem. Ein gutes Baustellenteam stand bei </w:t>
      </w:r>
      <w:proofErr w:type="spellStart"/>
      <w:r w:rsidRPr="004440E9">
        <w:t>Sicilstrade</w:t>
      </w:r>
      <w:proofErr w:type="spellEnd"/>
      <w:r w:rsidRPr="004440E9">
        <w:t xml:space="preserve"> bereit, um direkt hinter der Maschine die Abschnitte neu aufzufüllen. Alter Asphalt raus und neuer rein in </w:t>
      </w:r>
      <w:r w:rsidR="00533286" w:rsidRPr="004440E9">
        <w:t xml:space="preserve">nur </w:t>
      </w:r>
      <w:r w:rsidRPr="004440E9">
        <w:t>wenigen Stunden, ohne große Straßensperrungen. „Hier sind wir nur auf kleineren Passagen unterwegs und die Maschine macht einen super Eindruck. Ich kann es kaum erwarten zu sehen, welche Leistung Sie auf einer großen Baustelle schafft“</w:t>
      </w:r>
      <w:r w:rsidR="00533286" w:rsidRPr="004440E9">
        <w:t>,</w:t>
      </w:r>
      <w:r w:rsidRPr="004440E9">
        <w:t xml:space="preserve"> sagt </w:t>
      </w:r>
      <w:proofErr w:type="spellStart"/>
      <w:r w:rsidRPr="004440E9">
        <w:t>Prainito</w:t>
      </w:r>
      <w:proofErr w:type="spellEnd"/>
      <w:r w:rsidR="007C2FEE" w:rsidRPr="004440E9">
        <w:t xml:space="preserve">. </w:t>
      </w:r>
    </w:p>
    <w:p w14:paraId="6B0D4E7C" w14:textId="64286510" w:rsidR="007C2FEE" w:rsidRPr="004440E9" w:rsidRDefault="003D4D79" w:rsidP="007C2FEE">
      <w:pPr>
        <w:pStyle w:val="Teaserhead"/>
      </w:pPr>
      <w:r w:rsidRPr="004440E9">
        <w:t>Automatikfunktionen sparen Zeit</w:t>
      </w:r>
      <w:r w:rsidR="007C2FEE" w:rsidRPr="004440E9">
        <w:t xml:space="preserve"> </w:t>
      </w:r>
    </w:p>
    <w:p w14:paraId="7888EB8C" w14:textId="5EE87C22" w:rsidR="007C2FEE" w:rsidRPr="004440E9" w:rsidRDefault="006D1201" w:rsidP="007C2FEE">
      <w:pPr>
        <w:pStyle w:val="Standardabsatz"/>
      </w:pPr>
      <w:r w:rsidRPr="004440E9">
        <w:t>Unterschiedliche Automatikfunktionen</w:t>
      </w:r>
      <w:r w:rsidR="004440E9">
        <w:t>,</w:t>
      </w:r>
      <w:r w:rsidRPr="004440E9">
        <w:t xml:space="preserve"> wie </w:t>
      </w:r>
      <w:r w:rsidR="004440E9" w:rsidRPr="004440E9">
        <w:t>die Unterstützung beim</w:t>
      </w:r>
      <w:r w:rsidRPr="004440E9">
        <w:t xml:space="preserve"> Ansetzen in eine zweite Spur oder die automatische Nachführung des Verladebandes haben vor Ort die Baustellenarbeiten deutlich verbessert und beschleunigt. Die Speichermöglichkeiten von Frästiefen und die Ansetzautomatik in Verbindung mit Mill Assist vereinfachten zudem das Fräsen der unterschiedlich großen Bauabschnitte</w:t>
      </w:r>
      <w:r w:rsidR="007C2FEE" w:rsidRPr="004440E9">
        <w:t xml:space="preserve">. </w:t>
      </w:r>
    </w:p>
    <w:p w14:paraId="53FBBC66" w14:textId="77777777" w:rsidR="003D4D79" w:rsidRPr="004440E9" w:rsidRDefault="003D4D79">
      <w:pPr>
        <w:rPr>
          <w:b/>
          <w:bCs/>
          <w:sz w:val="22"/>
          <w:szCs w:val="22"/>
        </w:rPr>
      </w:pPr>
      <w:r w:rsidRPr="004440E9">
        <w:rPr>
          <w:b/>
          <w:bCs/>
          <w:sz w:val="22"/>
          <w:szCs w:val="22"/>
        </w:rPr>
        <w:br w:type="page"/>
      </w:r>
    </w:p>
    <w:p w14:paraId="64ABBB85" w14:textId="11AA794A" w:rsidR="007C2FEE" w:rsidRPr="004440E9" w:rsidRDefault="007C2FEE" w:rsidP="00BC487A">
      <w:pPr>
        <w:rPr>
          <w:b/>
          <w:bCs/>
          <w:sz w:val="22"/>
          <w:szCs w:val="22"/>
        </w:rPr>
      </w:pPr>
      <w:r w:rsidRPr="004440E9">
        <w:rPr>
          <w:b/>
          <w:bCs/>
          <w:sz w:val="22"/>
          <w:szCs w:val="22"/>
        </w:rPr>
        <w:lastRenderedPageBreak/>
        <w:t>Fotos:</w:t>
      </w:r>
    </w:p>
    <w:p w14:paraId="06345839" w14:textId="77777777" w:rsidR="00BC487A" w:rsidRPr="004440E9" w:rsidRDefault="00BC487A" w:rsidP="00BC487A">
      <w:pPr>
        <w:rPr>
          <w:rFonts w:eastAsiaTheme="minorHAnsi" w:cstheme="minorBidi"/>
          <w:b/>
          <w:sz w:val="22"/>
          <w:szCs w:val="24"/>
        </w:rPr>
      </w:pPr>
    </w:p>
    <w:p w14:paraId="5BFBF390" w14:textId="21E83A6F" w:rsidR="007C2FEE" w:rsidRPr="004440E9" w:rsidRDefault="007C2FEE" w:rsidP="00BA7BC5">
      <w:pPr>
        <w:pStyle w:val="BUbold"/>
        <w:rPr>
          <w:b w:val="0"/>
          <w:bCs/>
        </w:rPr>
      </w:pPr>
      <w:r w:rsidRPr="004440E9">
        <w:rPr>
          <w:noProof/>
          <w:lang w:eastAsia="en-GB"/>
        </w:rPr>
        <w:drawing>
          <wp:inline distT="0" distB="0" distL="0" distR="0" wp14:anchorId="622CC7EE" wp14:editId="3DB2D8FF">
            <wp:extent cx="2415478" cy="1811974"/>
            <wp:effectExtent l="0" t="0" r="444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15478" cy="1811974"/>
                    </a:xfrm>
                    <a:prstGeom prst="rect">
                      <a:avLst/>
                    </a:prstGeom>
                    <a:noFill/>
                    <a:ln>
                      <a:noFill/>
                    </a:ln>
                  </pic:spPr>
                </pic:pic>
              </a:graphicData>
            </a:graphic>
          </wp:inline>
        </w:drawing>
      </w:r>
      <w:r w:rsidR="00883B42" w:rsidRPr="004440E9">
        <w:tab/>
      </w:r>
      <w:r w:rsidR="00883B42" w:rsidRPr="004440E9">
        <w:rPr>
          <w:noProof/>
          <w:lang w:eastAsia="en-GB"/>
        </w:rPr>
        <w:drawing>
          <wp:inline distT="0" distB="0" distL="0" distR="0" wp14:anchorId="7E632CF5" wp14:editId="4C2C733A">
            <wp:extent cx="2702976" cy="1801984"/>
            <wp:effectExtent l="0" t="0" r="2540" b="825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702976" cy="1801984"/>
                    </a:xfrm>
                    <a:prstGeom prst="rect">
                      <a:avLst/>
                    </a:prstGeom>
                    <a:noFill/>
                    <a:ln>
                      <a:noFill/>
                    </a:ln>
                  </pic:spPr>
                </pic:pic>
              </a:graphicData>
            </a:graphic>
          </wp:inline>
        </w:drawing>
      </w:r>
      <w:r w:rsidR="00BA7BC5" w:rsidRPr="004440E9">
        <w:br/>
      </w:r>
      <w:r w:rsidR="00D45DA0" w:rsidRPr="004440E9">
        <w:t>W_photo_W210Fi_00248</w:t>
      </w:r>
      <w:r w:rsidR="00883B42" w:rsidRPr="004440E9">
        <w:tab/>
      </w:r>
      <w:r w:rsidR="00883B42" w:rsidRPr="004440E9">
        <w:tab/>
        <w:t>W_photo_W210Fi_00235</w:t>
      </w:r>
      <w:r w:rsidR="00BA7BC5" w:rsidRPr="004440E9">
        <w:br/>
      </w:r>
      <w:r w:rsidR="00D45DA0" w:rsidRPr="004440E9">
        <w:rPr>
          <w:b w:val="0"/>
          <w:bCs/>
        </w:rPr>
        <w:t xml:space="preserve">Klassische Mill and Fill Aufgaben werden mit der W 210 </w:t>
      </w:r>
      <w:proofErr w:type="spellStart"/>
      <w:r w:rsidR="00D45DA0" w:rsidRPr="004440E9">
        <w:rPr>
          <w:b w:val="0"/>
          <w:bCs/>
        </w:rPr>
        <w:t>Fi</w:t>
      </w:r>
      <w:proofErr w:type="spellEnd"/>
      <w:r w:rsidR="00D45DA0" w:rsidRPr="004440E9">
        <w:rPr>
          <w:b w:val="0"/>
          <w:bCs/>
        </w:rPr>
        <w:t xml:space="preserve"> zügig umgesetzt</w:t>
      </w:r>
      <w:r w:rsidR="00883B42" w:rsidRPr="004440E9">
        <w:rPr>
          <w:b w:val="0"/>
          <w:bCs/>
        </w:rPr>
        <w:t xml:space="preserve"> – auch in engen Kurven</w:t>
      </w:r>
      <w:r w:rsidRPr="004440E9">
        <w:rPr>
          <w:b w:val="0"/>
          <w:bCs/>
        </w:rPr>
        <w:t xml:space="preserve">. </w:t>
      </w:r>
    </w:p>
    <w:p w14:paraId="10AF8B22" w14:textId="77777777" w:rsidR="000D357E" w:rsidRPr="004440E9" w:rsidRDefault="000D357E" w:rsidP="000D357E">
      <w:pPr>
        <w:pStyle w:val="BUnormal"/>
      </w:pPr>
    </w:p>
    <w:p w14:paraId="6BBBB646" w14:textId="3D1EC123" w:rsidR="007C2FEE" w:rsidRPr="004440E9" w:rsidRDefault="007C2FEE" w:rsidP="007C2FEE">
      <w:pPr>
        <w:pStyle w:val="BUbold"/>
      </w:pPr>
      <w:r w:rsidRPr="004440E9">
        <w:rPr>
          <w:b w:val="0"/>
          <w:noProof/>
          <w:lang w:eastAsia="en-GB"/>
        </w:rPr>
        <w:drawing>
          <wp:inline distT="0" distB="0" distL="0" distR="0" wp14:anchorId="4C88ECF6" wp14:editId="028729C9">
            <wp:extent cx="2414905" cy="1610025"/>
            <wp:effectExtent l="0" t="0" r="444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19271" cy="1612936"/>
                    </a:xfrm>
                    <a:prstGeom prst="rect">
                      <a:avLst/>
                    </a:prstGeom>
                    <a:noFill/>
                    <a:ln>
                      <a:noFill/>
                    </a:ln>
                  </pic:spPr>
                </pic:pic>
              </a:graphicData>
            </a:graphic>
          </wp:inline>
        </w:drawing>
      </w:r>
      <w:r w:rsidRPr="004440E9">
        <w:br/>
      </w:r>
      <w:r w:rsidR="00D45DA0" w:rsidRPr="004440E9">
        <w:t>W_photo_W210Fi_00242</w:t>
      </w:r>
    </w:p>
    <w:p w14:paraId="43BC7053" w14:textId="28CA3B38" w:rsidR="00980313" w:rsidRPr="004440E9" w:rsidRDefault="00D45DA0" w:rsidP="007C2FEE">
      <w:pPr>
        <w:pStyle w:val="BUnormal"/>
        <w:rPr>
          <w:i/>
          <w:iCs/>
        </w:rPr>
      </w:pPr>
      <w:r w:rsidRPr="004440E9">
        <w:t xml:space="preserve">Einer der Vorteile der neuen Wirtgen F-Serien Technik: Auch auf kurzen Abschnitten liefert die Maschine mit dem ersten Schnitt das gewünschte </w:t>
      </w:r>
      <w:proofErr w:type="spellStart"/>
      <w:r w:rsidRPr="004440E9">
        <w:t>Fräsbild</w:t>
      </w:r>
      <w:proofErr w:type="spellEnd"/>
      <w:r w:rsidR="007C2FEE" w:rsidRPr="004440E9">
        <w:t xml:space="preserve">. </w:t>
      </w:r>
      <w:r w:rsidR="007C2FEE" w:rsidRPr="004440E9">
        <w:br/>
      </w:r>
    </w:p>
    <w:p w14:paraId="70A4A946" w14:textId="092A0E24" w:rsidR="00883B42" w:rsidRPr="004440E9" w:rsidRDefault="00883B42" w:rsidP="00883B42">
      <w:pPr>
        <w:pStyle w:val="BUbold"/>
      </w:pPr>
      <w:r w:rsidRPr="004440E9">
        <w:rPr>
          <w:b w:val="0"/>
          <w:noProof/>
          <w:lang w:eastAsia="en-GB"/>
        </w:rPr>
        <w:drawing>
          <wp:inline distT="0" distB="0" distL="0" distR="0" wp14:anchorId="03BFE6DA" wp14:editId="4CC29918">
            <wp:extent cx="2419271" cy="1612847"/>
            <wp:effectExtent l="0" t="0" r="635" b="698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19271" cy="1612847"/>
                    </a:xfrm>
                    <a:prstGeom prst="rect">
                      <a:avLst/>
                    </a:prstGeom>
                    <a:noFill/>
                    <a:ln>
                      <a:noFill/>
                    </a:ln>
                  </pic:spPr>
                </pic:pic>
              </a:graphicData>
            </a:graphic>
          </wp:inline>
        </w:drawing>
      </w:r>
      <w:r w:rsidRPr="004440E9">
        <w:br/>
        <w:t>W_photo_W210Fi_00235</w:t>
      </w:r>
    </w:p>
    <w:p w14:paraId="714EA1DE" w14:textId="2052ED89" w:rsidR="00883B42" w:rsidRPr="004440E9" w:rsidRDefault="00883B42" w:rsidP="00883B42">
      <w:pPr>
        <w:pStyle w:val="Note"/>
        <w:spacing w:before="0" w:after="0"/>
      </w:pPr>
      <w:r w:rsidRPr="004440E9">
        <w:t xml:space="preserve">Raffaele </w:t>
      </w:r>
      <w:proofErr w:type="spellStart"/>
      <w:r w:rsidRPr="004440E9">
        <w:t>Centonze</w:t>
      </w:r>
      <w:proofErr w:type="spellEnd"/>
      <w:r w:rsidRPr="004440E9">
        <w:t xml:space="preserve"> (Wirtgen </w:t>
      </w:r>
      <w:proofErr w:type="spellStart"/>
      <w:r w:rsidRPr="004440E9">
        <w:t>Macchine</w:t>
      </w:r>
      <w:proofErr w:type="spellEnd"/>
      <w:r w:rsidRPr="004440E9">
        <w:t xml:space="preserve">) und Roberto </w:t>
      </w:r>
      <w:proofErr w:type="spellStart"/>
      <w:r w:rsidRPr="004440E9">
        <w:t>Prainito</w:t>
      </w:r>
      <w:proofErr w:type="spellEnd"/>
      <w:r w:rsidRPr="004440E9">
        <w:t>, Inhaber</w:t>
      </w:r>
      <w:r w:rsidR="004440E9">
        <w:t xml:space="preserve"> </w:t>
      </w:r>
      <w:r w:rsidRPr="004440E9">
        <w:t xml:space="preserve">von </w:t>
      </w:r>
      <w:proofErr w:type="spellStart"/>
      <w:r w:rsidRPr="004440E9">
        <w:t>Sicilstrade</w:t>
      </w:r>
      <w:proofErr w:type="spellEnd"/>
      <w:r w:rsidR="00A2231A" w:rsidRPr="004440E9">
        <w:t>,</w:t>
      </w:r>
      <w:r w:rsidRPr="004440E9">
        <w:t xml:space="preserve"> zeigten sich mit dem Ergebnis der Fräs</w:t>
      </w:r>
      <w:r w:rsidR="004440E9">
        <w:t>a</w:t>
      </w:r>
      <w:r w:rsidRPr="004440E9">
        <w:t>rbeiten zufrieden.</w:t>
      </w:r>
    </w:p>
    <w:p w14:paraId="30AB91F7" w14:textId="77777777" w:rsidR="00883B42" w:rsidRPr="004440E9" w:rsidRDefault="00883B42" w:rsidP="00883B42">
      <w:pPr>
        <w:pStyle w:val="Standardabsatz"/>
      </w:pPr>
    </w:p>
    <w:p w14:paraId="67E83AFA" w14:textId="6DF33779" w:rsidR="00980313" w:rsidRPr="004440E9" w:rsidRDefault="00714D6B" w:rsidP="00A96B2E">
      <w:pPr>
        <w:pStyle w:val="Note"/>
        <w:rPr>
          <w:lang w:eastAsia="de-DE"/>
        </w:rPr>
      </w:pPr>
      <w:r w:rsidRPr="004440E9">
        <w:rPr>
          <w:lang w:eastAsia="de-DE"/>
        </w:rPr>
        <w:t xml:space="preserve">Hinweis: Diese Fotos dienen lediglich der Voransicht. Für den </w:t>
      </w:r>
      <w:r w:rsidRPr="004440E9">
        <w:t>Abdruck</w:t>
      </w:r>
      <w:r w:rsidRPr="004440E9">
        <w:rPr>
          <w:lang w:eastAsia="de-DE"/>
        </w:rPr>
        <w:t xml:space="preserve"> in den Publikationen nutzen Sie bitte die Fotos in 300 dpi-Auflösung, die in beigefügtem Download zur Verfügung stehen.</w:t>
      </w:r>
    </w:p>
    <w:p w14:paraId="6024A87A" w14:textId="77777777" w:rsidR="001226B9" w:rsidRPr="004440E9" w:rsidRDefault="001226B9">
      <w:pPr>
        <w:rPr>
          <w:rFonts w:eastAsiaTheme="minorHAnsi" w:cstheme="minorBidi"/>
          <w:b/>
          <w:iCs/>
          <w:sz w:val="22"/>
          <w:szCs w:val="24"/>
        </w:rPr>
      </w:pPr>
      <w:r w:rsidRPr="004440E9">
        <w:rPr>
          <w:iCs/>
        </w:rPr>
        <w:br w:type="page"/>
      </w:r>
    </w:p>
    <w:p w14:paraId="717825D0" w14:textId="2E752BF9" w:rsidR="00B409DF" w:rsidRPr="004440E9" w:rsidRDefault="00B409DF" w:rsidP="00B409DF">
      <w:pPr>
        <w:pStyle w:val="Absatzberschrift"/>
        <w:rPr>
          <w:iCs/>
        </w:rPr>
      </w:pPr>
      <w:r w:rsidRPr="004440E9">
        <w:rPr>
          <w:iCs/>
        </w:rPr>
        <w:lastRenderedPageBreak/>
        <w:t>Weitere Informationen erhalten Sie bei:</w:t>
      </w:r>
    </w:p>
    <w:p w14:paraId="294F8CA8" w14:textId="77777777" w:rsidR="00B409DF" w:rsidRPr="004440E9" w:rsidRDefault="00B409DF" w:rsidP="00B409DF">
      <w:pPr>
        <w:pStyle w:val="Absatzberschrift"/>
      </w:pPr>
    </w:p>
    <w:p w14:paraId="6BD3D8AD" w14:textId="77777777" w:rsidR="00B409DF" w:rsidRPr="004440E9" w:rsidRDefault="00B409DF" w:rsidP="00B409DF">
      <w:pPr>
        <w:pStyle w:val="Absatzberschrift"/>
        <w:rPr>
          <w:b w:val="0"/>
          <w:bCs/>
          <w:szCs w:val="22"/>
        </w:rPr>
      </w:pPr>
      <w:r w:rsidRPr="004440E9">
        <w:rPr>
          <w:b w:val="0"/>
          <w:bCs/>
        </w:rPr>
        <w:t>WIRTGEN GROUP</w:t>
      </w:r>
    </w:p>
    <w:p w14:paraId="392C6846" w14:textId="77777777" w:rsidR="00B409DF" w:rsidRPr="004440E9" w:rsidRDefault="00B409DF" w:rsidP="00B409DF">
      <w:pPr>
        <w:pStyle w:val="Fuzeile1"/>
      </w:pPr>
      <w:r w:rsidRPr="004440E9">
        <w:t>Public Relations</w:t>
      </w:r>
    </w:p>
    <w:p w14:paraId="77A90FFB" w14:textId="77777777" w:rsidR="00B409DF" w:rsidRPr="004440E9" w:rsidRDefault="00B409DF" w:rsidP="00B409DF">
      <w:pPr>
        <w:pStyle w:val="Fuzeile1"/>
      </w:pPr>
      <w:r w:rsidRPr="004440E9">
        <w:t>Reinhard-Wirtgen-Straße 2</w:t>
      </w:r>
    </w:p>
    <w:p w14:paraId="2BD7061F" w14:textId="77777777" w:rsidR="00B409DF" w:rsidRPr="004440E9" w:rsidRDefault="00B409DF" w:rsidP="00B409DF">
      <w:pPr>
        <w:pStyle w:val="Fuzeile1"/>
      </w:pPr>
      <w:r w:rsidRPr="004440E9">
        <w:t>53578 Windhagen</w:t>
      </w:r>
    </w:p>
    <w:p w14:paraId="7312A980" w14:textId="77777777" w:rsidR="00B409DF" w:rsidRPr="004440E9" w:rsidRDefault="00B409DF" w:rsidP="00B409DF">
      <w:pPr>
        <w:pStyle w:val="Fuzeile1"/>
      </w:pPr>
      <w:r w:rsidRPr="004440E9">
        <w:t>Deutschland</w:t>
      </w:r>
    </w:p>
    <w:p w14:paraId="2DFD9654" w14:textId="77777777" w:rsidR="00B409DF" w:rsidRPr="004440E9" w:rsidRDefault="00B409DF" w:rsidP="00B409DF">
      <w:pPr>
        <w:pStyle w:val="Fuzeile1"/>
      </w:pPr>
    </w:p>
    <w:p w14:paraId="747CCDAF" w14:textId="77777777" w:rsidR="00B409DF" w:rsidRPr="004440E9" w:rsidRDefault="00B409DF" w:rsidP="00B409DF">
      <w:pPr>
        <w:pStyle w:val="Fuzeile1"/>
        <w:rPr>
          <w:rFonts w:ascii="Times New Roman" w:hAnsi="Times New Roman" w:cs="Times New Roman"/>
          <w:color w:val="FF0000"/>
        </w:rPr>
      </w:pPr>
      <w:r w:rsidRPr="004440E9">
        <w:t xml:space="preserve">Telefon: +49 (0) 2645 131 – 1966 </w:t>
      </w:r>
    </w:p>
    <w:p w14:paraId="72EBA31D" w14:textId="77777777" w:rsidR="00B409DF" w:rsidRPr="004440E9" w:rsidRDefault="00B409DF" w:rsidP="00B409DF">
      <w:pPr>
        <w:pStyle w:val="Fuzeile1"/>
      </w:pPr>
      <w:r w:rsidRPr="004440E9">
        <w:t>Telefax: +49 (0) 2645 131 – 499</w:t>
      </w:r>
    </w:p>
    <w:p w14:paraId="54DD8925" w14:textId="4CADBFA8" w:rsidR="00B409DF" w:rsidRPr="004440E9" w:rsidRDefault="00B409DF" w:rsidP="00B409DF">
      <w:pPr>
        <w:pStyle w:val="Fuzeile1"/>
      </w:pPr>
      <w:r w:rsidRPr="004440E9">
        <w:t xml:space="preserve">E-Mail: </w:t>
      </w:r>
      <w:r w:rsidR="00980313" w:rsidRPr="004440E9">
        <w:t>PR@wirtgen-group.com</w:t>
      </w:r>
      <w:r w:rsidRPr="004440E9">
        <w:rPr>
          <w:vanish/>
        </w:rPr>
        <w:t>PR@wirtgen-group.com</w:t>
      </w:r>
    </w:p>
    <w:p w14:paraId="51E322C9" w14:textId="77777777" w:rsidR="00B409DF" w:rsidRPr="004440E9" w:rsidRDefault="00B409DF" w:rsidP="00B409DF">
      <w:pPr>
        <w:pStyle w:val="Fuzeile1"/>
        <w:rPr>
          <w:vanish/>
        </w:rPr>
      </w:pPr>
    </w:p>
    <w:p w14:paraId="11BA6AC4" w14:textId="77777777" w:rsidR="00B409DF" w:rsidRPr="004440E9" w:rsidRDefault="00B409DF" w:rsidP="00B409DF">
      <w:pPr>
        <w:pStyle w:val="Fuzeile1"/>
      </w:pPr>
      <w:r w:rsidRPr="004440E9">
        <w:t>www.wirtgen-group.com</w:t>
      </w:r>
    </w:p>
    <w:p w14:paraId="2A29322A" w14:textId="77777777" w:rsidR="00B409DF" w:rsidRPr="004440E9" w:rsidRDefault="00B409DF" w:rsidP="00541C9E">
      <w:pPr>
        <w:pStyle w:val="Absatzberschrift"/>
        <w:rPr>
          <w:iCs/>
        </w:rPr>
      </w:pPr>
    </w:p>
    <w:p w14:paraId="1AA2C54F" w14:textId="77777777" w:rsidR="00B409DF" w:rsidRPr="004440E9" w:rsidRDefault="00B409DF" w:rsidP="00541C9E">
      <w:pPr>
        <w:pStyle w:val="Absatzberschrift"/>
        <w:rPr>
          <w:iCs/>
        </w:rPr>
      </w:pPr>
    </w:p>
    <w:p w14:paraId="3D604A55" w14:textId="179BBC00" w:rsidR="00F048D4" w:rsidRPr="004440E9" w:rsidRDefault="00F048D4" w:rsidP="00F74540">
      <w:pPr>
        <w:pStyle w:val="Fuzeile1"/>
      </w:pPr>
    </w:p>
    <w:sectPr w:rsidR="00F048D4" w:rsidRPr="004440E9"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75937802" w:rsidR="000278CB" w:rsidRDefault="00C018E0">
    <w:pPr>
      <w:pStyle w:val="Kopfzeile"/>
    </w:pPr>
    <w:r>
      <w:rPr>
        <w:noProof/>
      </w:rPr>
      <mc:AlternateContent>
        <mc:Choice Requires="wps">
          <w:drawing>
            <wp:anchor distT="0" distB="0" distL="0" distR="0" simplePos="0" relativeHeight="251661312" behindDoc="0" locked="0" layoutInCell="1" allowOverlap="1" wp14:anchorId="356FE83A" wp14:editId="01FEEFE7">
              <wp:simplePos x="635" y="63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6214CD" w14:textId="23C4D710" w:rsidR="00C018E0" w:rsidRPr="00C018E0" w:rsidRDefault="00C018E0" w:rsidP="00C018E0">
                          <w:pPr>
                            <w:rPr>
                              <w:rFonts w:ascii="Calibri" w:eastAsia="Calibri" w:hAnsi="Calibri" w:cs="Calibri"/>
                              <w:noProof/>
                              <w:color w:val="FF0000"/>
                              <w:sz w:val="20"/>
                              <w:szCs w:val="20"/>
                            </w:rPr>
                          </w:pPr>
                          <w:r w:rsidRPr="00C018E0">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56FE83A" id="_x0000_t202" coordsize="21600,21600" o:spt="202" path="m,l,21600r21600,l21600,xe">
              <v:stroke joinstyle="miter"/>
              <v:path gradientshapeok="t" o:connecttype="rect"/>
            </v:shapetype>
            <v:shape id="Textfeld 15"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4E6214CD" w14:textId="23C4D710" w:rsidR="00C018E0" w:rsidRPr="00C018E0" w:rsidRDefault="00C018E0" w:rsidP="00C018E0">
                    <w:pPr>
                      <w:rPr>
                        <w:rFonts w:ascii="Calibri" w:eastAsia="Calibri" w:hAnsi="Calibri" w:cs="Calibri"/>
                        <w:noProof/>
                        <w:color w:val="FF0000"/>
                        <w:sz w:val="20"/>
                        <w:szCs w:val="20"/>
                      </w:rPr>
                    </w:pPr>
                    <w:r w:rsidRPr="00C018E0">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B9E34F8" w:rsidR="00533132" w:rsidRPr="00533132" w:rsidRDefault="00C018E0" w:rsidP="00533132">
    <w:pPr>
      <w:pStyle w:val="Kopfzeile"/>
    </w:pPr>
    <w:r>
      <w:rPr>
        <w:noProof/>
      </w:rPr>
      <mc:AlternateContent>
        <mc:Choice Requires="wps">
          <w:drawing>
            <wp:anchor distT="0" distB="0" distL="0" distR="0" simplePos="0" relativeHeight="251662336" behindDoc="0" locked="0" layoutInCell="1" allowOverlap="1" wp14:anchorId="1F62D3C8" wp14:editId="31FAF0B2">
              <wp:simplePos x="755650" y="450850"/>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60BD5F0" w14:textId="1F1B34BA" w:rsidR="00C018E0" w:rsidRPr="00C018E0" w:rsidRDefault="00C018E0" w:rsidP="00C018E0">
                          <w:pPr>
                            <w:rPr>
                              <w:rFonts w:ascii="Calibri" w:eastAsia="Calibri" w:hAnsi="Calibri" w:cs="Calibri"/>
                              <w:noProof/>
                              <w:color w:val="FF0000"/>
                              <w:sz w:val="20"/>
                              <w:szCs w:val="20"/>
                            </w:rPr>
                          </w:pPr>
                          <w:r w:rsidRPr="00C018E0">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F62D3C8"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560BD5F0" w14:textId="1F1B34BA" w:rsidR="00C018E0" w:rsidRPr="00C018E0" w:rsidRDefault="00C018E0" w:rsidP="00C018E0">
                    <w:pPr>
                      <w:rPr>
                        <w:rFonts w:ascii="Calibri" w:eastAsia="Calibri" w:hAnsi="Calibri" w:cs="Calibri"/>
                        <w:noProof/>
                        <w:color w:val="FF0000"/>
                        <w:sz w:val="20"/>
                        <w:szCs w:val="20"/>
                      </w:rPr>
                    </w:pPr>
                    <w:r w:rsidRPr="00C018E0">
                      <w:rPr>
                        <w:rFonts w:ascii="Calibri" w:eastAsia="Calibri" w:hAnsi="Calibri" w:cs="Calibri"/>
                        <w:noProof/>
                        <w:color w:val="FF0000"/>
                        <w:sz w:val="20"/>
                        <w:szCs w:val="20"/>
                      </w:rPr>
                      <w:t>Public</w:t>
                    </w:r>
                  </w:p>
                </w:txbxContent>
              </v:textbox>
              <w10:wrap anchorx="page" anchory="page"/>
            </v:shape>
          </w:pict>
        </mc:Fallback>
      </mc:AlternateContent>
    </w:r>
    <w:r w:rsidR="000278CB" w:rsidRPr="000278CB">
      <w:rPr>
        <w:noProof/>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AA2F657" w:rsidR="00533132" w:rsidRDefault="00C018E0">
    <w:pPr>
      <w:pStyle w:val="Kopfzeile"/>
    </w:pPr>
    <w:r>
      <w:rPr>
        <w:noProof/>
        <w:lang w:eastAsia="zh-CN"/>
      </w:rPr>
      <mc:AlternateContent>
        <mc:Choice Requires="wps">
          <w:drawing>
            <wp:anchor distT="0" distB="0" distL="0" distR="0" simplePos="0" relativeHeight="251660288" behindDoc="0" locked="0" layoutInCell="1" allowOverlap="1" wp14:anchorId="58D16B2E" wp14:editId="0DF25E75">
              <wp:simplePos x="635" y="63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B47E7C" w14:textId="036513EC" w:rsidR="00C018E0" w:rsidRPr="00C018E0" w:rsidRDefault="00C018E0" w:rsidP="00C018E0">
                          <w:pPr>
                            <w:rPr>
                              <w:rFonts w:ascii="Calibri" w:eastAsia="Calibri" w:hAnsi="Calibri" w:cs="Calibri"/>
                              <w:noProof/>
                              <w:color w:val="FF0000"/>
                              <w:sz w:val="20"/>
                              <w:szCs w:val="20"/>
                            </w:rPr>
                          </w:pPr>
                          <w:r w:rsidRPr="00C018E0">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8D16B2E" id="_x0000_t202" coordsize="21600,21600" o:spt="202" path="m,l,21600r21600,l21600,xe">
              <v:stroke joinstyle="miter"/>
              <v:path gradientshapeok="t" o:connecttype="rect"/>
            </v:shapetype>
            <v:shape id="Textfeld 1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0CB47E7C" w14:textId="036513EC" w:rsidR="00C018E0" w:rsidRPr="00C018E0" w:rsidRDefault="00C018E0" w:rsidP="00C018E0">
                    <w:pPr>
                      <w:rPr>
                        <w:rFonts w:ascii="Calibri" w:eastAsia="Calibri" w:hAnsi="Calibri" w:cs="Calibri"/>
                        <w:noProof/>
                        <w:color w:val="FF0000"/>
                        <w:sz w:val="20"/>
                        <w:szCs w:val="20"/>
                      </w:rPr>
                    </w:pPr>
                    <w:r w:rsidRPr="00C018E0">
                      <w:rPr>
                        <w:rFonts w:ascii="Calibri" w:eastAsia="Calibri" w:hAnsi="Calibri" w:cs="Calibri"/>
                        <w:noProof/>
                        <w:color w:val="FF0000"/>
                        <w:sz w:val="20"/>
                        <w:szCs w:val="20"/>
                      </w:rPr>
                      <w:t>Public</w:t>
                    </w:r>
                  </w:p>
                </w:txbxContent>
              </v:textbox>
              <w10:wrap anchorx="page" anchory="page"/>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226B9"/>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44065"/>
    <w:rsid w:val="0036561D"/>
    <w:rsid w:val="003665BE"/>
    <w:rsid w:val="00384A08"/>
    <w:rsid w:val="003850A9"/>
    <w:rsid w:val="003967E5"/>
    <w:rsid w:val="003A753A"/>
    <w:rsid w:val="003B3803"/>
    <w:rsid w:val="003C2A71"/>
    <w:rsid w:val="003D4D79"/>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440E9"/>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3286"/>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2B1A"/>
    <w:rsid w:val="00690D7C"/>
    <w:rsid w:val="00690DFE"/>
    <w:rsid w:val="00691678"/>
    <w:rsid w:val="006B3EEC"/>
    <w:rsid w:val="006C0C87"/>
    <w:rsid w:val="006D1201"/>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2CD6"/>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83B42"/>
    <w:rsid w:val="00892F6F"/>
    <w:rsid w:val="00896F7E"/>
    <w:rsid w:val="008B1EB7"/>
    <w:rsid w:val="008C2A29"/>
    <w:rsid w:val="008C2DB2"/>
    <w:rsid w:val="008D26D8"/>
    <w:rsid w:val="008D770E"/>
    <w:rsid w:val="008F7BB7"/>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DD3"/>
    <w:rsid w:val="00A02F49"/>
    <w:rsid w:val="00A13C4A"/>
    <w:rsid w:val="00A171F4"/>
    <w:rsid w:val="00A1772D"/>
    <w:rsid w:val="00A177B2"/>
    <w:rsid w:val="00A2231A"/>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18E0"/>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45DA0"/>
    <w:rsid w:val="00D63D33"/>
    <w:rsid w:val="00D665EA"/>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502</Words>
  <Characters>3165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3660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Narres Christian</cp:lastModifiedBy>
  <cp:revision>12</cp:revision>
  <cp:lastPrinted>2021-10-20T14:00:00Z</cp:lastPrinted>
  <dcterms:created xsi:type="dcterms:W3CDTF">2024-01-08T17:39:00Z</dcterms:created>
  <dcterms:modified xsi:type="dcterms:W3CDTF">2024-01-09T08:17:00Z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b,f,10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2024-01-08T18:34:06Z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3966bb31-97c2-4461-a55f-37205fb83807</vt:lpwstr>
  </property>
  <property fmtid="{D5CDD505-2E9C-101B-9397-08002B2CF9AE}" pid="11" name="MSIP_Label_df1a195f-122b-42dc-a2d3-71a1903dcdac_ContentBits">
    <vt:lpwstr>1</vt:lpwstr>
  </property>
</Properties>
</file>